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27F" w:rsidRDefault="0061227F" w:rsidP="0061227F">
      <w:pPr>
        <w:rPr>
          <w:b/>
        </w:rPr>
      </w:pPr>
      <w:r w:rsidRPr="00A84A14">
        <w:rPr>
          <w:b/>
        </w:rPr>
        <w:t xml:space="preserve">TINY-HOUSE </w:t>
      </w:r>
      <w:r>
        <w:rPr>
          <w:b/>
        </w:rPr>
        <w:t xml:space="preserve">CONSTRUCTION </w:t>
      </w:r>
      <w:r w:rsidRPr="00A84A14">
        <w:rPr>
          <w:b/>
        </w:rPr>
        <w:t>GUIDE</w:t>
      </w:r>
    </w:p>
    <w:p w:rsidR="0061227F" w:rsidRDefault="0061227F" w:rsidP="0061227F">
      <w:r>
        <w:t xml:space="preserve">We are proud to announce the debut of our first guide book on DIY tiny house construction, </w:t>
      </w:r>
      <w:r>
        <w:rPr>
          <w:i/>
        </w:rPr>
        <w:t>How to Build a Tiny House.</w:t>
      </w:r>
    </w:p>
    <w:p w:rsidR="0061227F" w:rsidRDefault="0061227F" w:rsidP="0061227F"/>
    <w:p w:rsidR="0061227F" w:rsidRDefault="0061227F" w:rsidP="0061227F">
      <w:r>
        <w:t>Author: architect Joshua Woodsman</w:t>
      </w:r>
    </w:p>
    <w:p w:rsidR="0061227F" w:rsidRDefault="0061227F" w:rsidP="0061227F">
      <w:r>
        <w:t>- 276 pages</w:t>
      </w:r>
    </w:p>
    <w:p w:rsidR="0061227F" w:rsidRDefault="0061227F" w:rsidP="0061227F">
      <w:r>
        <w:t>- over 1000 ilustrations</w:t>
      </w:r>
    </w:p>
    <w:p w:rsidR="0061227F" w:rsidRDefault="0061227F" w:rsidP="0061227F">
      <w:r>
        <w:t>- both metric / imperial dimensions</w:t>
      </w:r>
    </w:p>
    <w:p w:rsidR="0061227F" w:rsidRDefault="0061227F" w:rsidP="0061227F">
      <w:bookmarkStart w:id="0" w:name="_GoBack"/>
      <w:bookmarkEnd w:id="0"/>
    </w:p>
    <w:p w:rsidR="0061227F" w:rsidRPr="00D374D8" w:rsidRDefault="0061227F" w:rsidP="0061227F">
      <w:r>
        <w:t>Inside you will find:</w:t>
      </w:r>
    </w:p>
    <w:p w:rsidR="0061227F" w:rsidRDefault="0061227F" w:rsidP="0061227F"/>
    <w:p w:rsidR="0061227F" w:rsidRDefault="0061227F" w:rsidP="0061227F">
      <w:pPr>
        <w:ind w:left="-142"/>
        <w:rPr>
          <w:sz w:val="22"/>
          <w:szCs w:val="22"/>
        </w:rPr>
      </w:pPr>
      <w:r w:rsidRPr="00435F24">
        <w:rPr>
          <w:sz w:val="22"/>
          <w:szCs w:val="22"/>
        </w:rPr>
        <w:t xml:space="preserve">● Why owning a small house and not being exposed to the risk of personal bankruptcy is an  advantage. </w:t>
      </w:r>
    </w:p>
    <w:p w:rsidR="0061227F" w:rsidRDefault="0061227F" w:rsidP="0061227F">
      <w:pPr>
        <w:ind w:left="-142"/>
        <w:rPr>
          <w:sz w:val="22"/>
          <w:szCs w:val="22"/>
        </w:rPr>
      </w:pPr>
      <w:r w:rsidRPr="00435F24">
        <w:rPr>
          <w:sz w:val="22"/>
          <w:szCs w:val="22"/>
        </w:rPr>
        <w:t xml:space="preserve">●  The step-by-step process from foundation to the roof and connecting your house to public services. </w:t>
      </w:r>
    </w:p>
    <w:p w:rsidR="0061227F" w:rsidRDefault="0061227F" w:rsidP="0061227F">
      <w:pPr>
        <w:ind w:left="-142"/>
        <w:rPr>
          <w:sz w:val="22"/>
          <w:szCs w:val="22"/>
        </w:rPr>
      </w:pPr>
      <w:r w:rsidRPr="00435F24">
        <w:rPr>
          <w:sz w:val="22"/>
          <w:szCs w:val="22"/>
        </w:rPr>
        <w:t xml:space="preserve">●  </w:t>
      </w:r>
      <w:r>
        <w:rPr>
          <w:sz w:val="22"/>
          <w:szCs w:val="22"/>
        </w:rPr>
        <w:t>Understanding</w:t>
      </w:r>
      <w:r w:rsidRPr="00435F24">
        <w:rPr>
          <w:sz w:val="22"/>
          <w:szCs w:val="22"/>
        </w:rPr>
        <w:t xml:space="preserve"> the global construction material supply</w:t>
      </w:r>
      <w:r>
        <w:rPr>
          <w:sz w:val="22"/>
          <w:szCs w:val="22"/>
        </w:rPr>
        <w:t xml:space="preserve"> market</w:t>
      </w:r>
      <w:r w:rsidRPr="00435F24">
        <w:rPr>
          <w:sz w:val="22"/>
          <w:szCs w:val="22"/>
        </w:rPr>
        <w:t xml:space="preserve"> and choosing the most suitable </w:t>
      </w:r>
      <w:r>
        <w:rPr>
          <w:sz w:val="22"/>
          <w:szCs w:val="22"/>
        </w:rPr>
        <w:t>material</w:t>
      </w:r>
      <w:r w:rsidRPr="00435F24">
        <w:rPr>
          <w:sz w:val="22"/>
          <w:szCs w:val="22"/>
        </w:rPr>
        <w:t xml:space="preserve">. </w:t>
      </w:r>
    </w:p>
    <w:p w:rsidR="0061227F" w:rsidRDefault="0061227F" w:rsidP="0061227F">
      <w:pPr>
        <w:ind w:left="-142"/>
        <w:rPr>
          <w:sz w:val="22"/>
          <w:szCs w:val="22"/>
        </w:rPr>
      </w:pPr>
      <w:r>
        <w:rPr>
          <w:sz w:val="22"/>
          <w:szCs w:val="22"/>
        </w:rPr>
        <w:t>Detailed illustrations and photographs for easily navigating the individua construction stages</w:t>
      </w:r>
      <w:r w:rsidRPr="00435F24">
        <w:rPr>
          <w:sz w:val="22"/>
          <w:szCs w:val="22"/>
        </w:rPr>
        <w:t xml:space="preserve">.   </w:t>
      </w:r>
    </w:p>
    <w:p w:rsidR="0061227F" w:rsidRDefault="0061227F" w:rsidP="0061227F">
      <w:pPr>
        <w:ind w:left="-142"/>
        <w:rPr>
          <w:sz w:val="22"/>
          <w:szCs w:val="22"/>
        </w:rPr>
      </w:pPr>
      <w:r w:rsidRPr="00435F24">
        <w:rPr>
          <w:sz w:val="22"/>
          <w:szCs w:val="22"/>
        </w:rPr>
        <w:t xml:space="preserve">●  </w:t>
      </w:r>
      <w:r>
        <w:rPr>
          <w:sz w:val="22"/>
          <w:szCs w:val="22"/>
        </w:rPr>
        <w:t xml:space="preserve">How to fix </w:t>
      </w:r>
      <w:r w:rsidRPr="00435F24">
        <w:rPr>
          <w:sz w:val="22"/>
          <w:szCs w:val="22"/>
        </w:rPr>
        <w:t xml:space="preserve"> basic failures </w:t>
      </w:r>
      <w:r>
        <w:rPr>
          <w:sz w:val="22"/>
          <w:szCs w:val="22"/>
        </w:rPr>
        <w:t>on</w:t>
      </w:r>
      <w:r w:rsidRPr="00435F24">
        <w:rPr>
          <w:sz w:val="22"/>
          <w:szCs w:val="22"/>
        </w:rPr>
        <w:t xml:space="preserve"> your building. </w:t>
      </w:r>
    </w:p>
    <w:p w:rsidR="0061227F" w:rsidRDefault="0061227F" w:rsidP="0061227F">
      <w:pPr>
        <w:ind w:left="-142"/>
        <w:rPr>
          <w:sz w:val="22"/>
          <w:szCs w:val="22"/>
        </w:rPr>
      </w:pPr>
      <w:r w:rsidRPr="00435F24">
        <w:rPr>
          <w:sz w:val="22"/>
          <w:szCs w:val="22"/>
        </w:rPr>
        <w:t xml:space="preserve">● </w:t>
      </w:r>
      <w:r>
        <w:rPr>
          <w:sz w:val="22"/>
          <w:szCs w:val="22"/>
        </w:rPr>
        <w:t xml:space="preserve">How to understand </w:t>
      </w:r>
      <w:r w:rsidRPr="00435F24">
        <w:rPr>
          <w:sz w:val="22"/>
          <w:szCs w:val="22"/>
        </w:rPr>
        <w:t xml:space="preserve">the basic tiny house typology. </w:t>
      </w:r>
    </w:p>
    <w:p w:rsidR="0061227F" w:rsidRPr="00435F24" w:rsidRDefault="0061227F" w:rsidP="0061227F">
      <w:pPr>
        <w:ind w:left="-142"/>
        <w:rPr>
          <w:sz w:val="22"/>
          <w:szCs w:val="22"/>
        </w:rPr>
      </w:pPr>
      <w:r w:rsidRPr="00435F24">
        <w:rPr>
          <w:sz w:val="22"/>
          <w:szCs w:val="22"/>
        </w:rPr>
        <w:t xml:space="preserve">● ...and </w:t>
      </w:r>
      <w:r>
        <w:rPr>
          <w:sz w:val="22"/>
          <w:szCs w:val="22"/>
        </w:rPr>
        <w:t xml:space="preserve">much much more. </w:t>
      </w:r>
      <w:r w:rsidRPr="00435F24">
        <w:rPr>
          <w:sz w:val="22"/>
          <w:szCs w:val="22"/>
        </w:rPr>
        <w:t>.</w:t>
      </w:r>
    </w:p>
    <w:p w:rsidR="00867D59" w:rsidRPr="00F216D4" w:rsidRDefault="0061227F" w:rsidP="00F216D4">
      <w:r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888711</wp:posOffset>
            </wp:positionH>
            <wp:positionV relativeFrom="paragraph">
              <wp:posOffset>1339734</wp:posOffset>
            </wp:positionV>
            <wp:extent cx="3665855" cy="2444115"/>
            <wp:effectExtent l="0" t="0" r="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5855" cy="2444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7D59" w:rsidRPr="00F216D4">
        <w:t xml:space="preserve"> </w:t>
      </w:r>
    </w:p>
    <w:sectPr w:rsidR="00867D59" w:rsidRPr="00F216D4" w:rsidSect="009657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27F"/>
    <w:rsid w:val="00056687"/>
    <w:rsid w:val="005F72EC"/>
    <w:rsid w:val="0061227F"/>
    <w:rsid w:val="00867D59"/>
    <w:rsid w:val="00965778"/>
    <w:rsid w:val="0099212A"/>
    <w:rsid w:val="009A4131"/>
    <w:rsid w:val="00A070B7"/>
    <w:rsid w:val="00BA40EF"/>
    <w:rsid w:val="00C41A67"/>
    <w:rsid w:val="00E35333"/>
    <w:rsid w:val="00E4752C"/>
    <w:rsid w:val="00F216D4"/>
    <w:rsid w:val="00FD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B707676-753F-4812-8026-51AD52A37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227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jta\Desktop\&#353;ablon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šablon</Template>
  <TotalTime>4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ZÍTRA</vt:lpstr>
      <vt:lpstr>ZÍTRA</vt:lpstr>
    </vt:vector>
  </TitlesOfParts>
  <Company>&lt;arabianhorse&gt;</Company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ZÍTRA</dc:title>
  <dc:subject/>
  <dc:creator>Bc. Vojtěch Valda</dc:creator>
  <cp:keywords/>
  <dc:description/>
  <cp:lastModifiedBy>Bc. Vojtěch Valda</cp:lastModifiedBy>
  <cp:revision>1</cp:revision>
  <dcterms:created xsi:type="dcterms:W3CDTF">2017-04-07T10:58:00Z</dcterms:created>
  <dcterms:modified xsi:type="dcterms:W3CDTF">2017-04-07T11:02:00Z</dcterms:modified>
</cp:coreProperties>
</file>