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29" w:rsidRDefault="008005D6" w:rsidP="00CF0F29">
      <w:pPr>
        <w:pStyle w:val="Nadpis1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3737610</wp:posOffset>
            </wp:positionH>
            <wp:positionV relativeFrom="paragraph">
              <wp:posOffset>29210</wp:posOffset>
            </wp:positionV>
            <wp:extent cx="2412365" cy="1430655"/>
            <wp:effectExtent l="0" t="0" r="6985" b="0"/>
            <wp:wrapTopAndBottom/>
            <wp:docPr id="6" name="Obrázek 6" descr="C:\Users\Vojta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ojta\Desktop\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365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1927860</wp:posOffset>
            </wp:positionH>
            <wp:positionV relativeFrom="paragraph">
              <wp:posOffset>29210</wp:posOffset>
            </wp:positionV>
            <wp:extent cx="1809750" cy="1430655"/>
            <wp:effectExtent l="0" t="0" r="0" b="0"/>
            <wp:wrapTopAndBottom/>
            <wp:docPr id="5" name="Obrázek 5" descr="C:\Users\Vojta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jta\Desktop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-286758</wp:posOffset>
            </wp:positionH>
            <wp:positionV relativeFrom="paragraph">
              <wp:posOffset>28798</wp:posOffset>
            </wp:positionV>
            <wp:extent cx="2385060" cy="1442085"/>
            <wp:effectExtent l="0" t="0" r="0" b="5715"/>
            <wp:wrapTopAndBottom/>
            <wp:docPr id="4" name="Obrázek 4" descr="C:\Users\Vojt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jta\Desktop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14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F29">
        <w:rPr>
          <w:lang w:val="en-US"/>
        </w:rPr>
        <w:t>Magenta Tiny House</w:t>
      </w:r>
      <w:r w:rsidR="007600F7">
        <w:rPr>
          <w:lang w:val="en-US"/>
        </w:rPr>
        <w:t xml:space="preserve"> by Pin-Up Houses</w:t>
      </w:r>
    </w:p>
    <w:p w:rsidR="00CF0F29" w:rsidRDefault="00CF0F29" w:rsidP="00CF0F29">
      <w:pPr>
        <w:rPr>
          <w:lang w:val="en-US"/>
        </w:rPr>
      </w:pPr>
    </w:p>
    <w:p w:rsidR="007301A2" w:rsidRPr="007301A2" w:rsidRDefault="007301A2" w:rsidP="00CF0F29">
      <w:pPr>
        <w:rPr>
          <w:lang w:val="en-US"/>
        </w:rPr>
      </w:pPr>
      <w:r>
        <w:rPr>
          <w:b/>
          <w:lang w:val="en-US"/>
        </w:rPr>
        <w:t xml:space="preserve">Design: </w:t>
      </w:r>
      <w:r w:rsidRPr="007301A2">
        <w:rPr>
          <w:lang w:val="en-US"/>
        </w:rPr>
        <w:t>Joshua Woodsman Pin-Up Houses</w:t>
      </w:r>
      <w:r w:rsidR="00B4337E">
        <w:rPr>
          <w:lang w:val="en-US"/>
        </w:rPr>
        <w:t xml:space="preserve"> </w:t>
      </w:r>
      <w:hyperlink r:id="rId7" w:history="1">
        <w:r w:rsidR="00B4337E" w:rsidRPr="00B4337E">
          <w:rPr>
            <w:rStyle w:val="Hypertextovodkaz"/>
            <w:lang w:val="en-US"/>
          </w:rPr>
          <w:t>https://www.pinuphouses.com/</w:t>
        </w:r>
      </w:hyperlink>
    </w:p>
    <w:p w:rsidR="007301A2" w:rsidRDefault="007301A2" w:rsidP="00CF0F29">
      <w:pPr>
        <w:rPr>
          <w:b/>
          <w:lang w:val="en-US"/>
        </w:rPr>
      </w:pPr>
    </w:p>
    <w:p w:rsidR="00CF0F29" w:rsidRDefault="00CF0F29" w:rsidP="00CF0F29">
      <w:pPr>
        <w:rPr>
          <w:lang w:val="en-US"/>
        </w:rPr>
      </w:pPr>
      <w:r w:rsidRPr="00CF0F29">
        <w:rPr>
          <w:b/>
          <w:lang w:val="en-US"/>
        </w:rPr>
        <w:t>External Dimensions:</w:t>
      </w:r>
      <w:r w:rsidR="00322047">
        <w:rPr>
          <w:lang w:val="en-US"/>
        </w:rPr>
        <w:t xml:space="preserve"> 11ft 2 "x 6ft 2" / 3410 x 1870 mm</w:t>
      </w:r>
      <w:r>
        <w:rPr>
          <w:lang w:val="en-US"/>
        </w:rPr>
        <w:br/>
      </w:r>
    </w:p>
    <w:p w:rsidR="00CF0F29" w:rsidRDefault="00CF0F29" w:rsidP="00CF0F29">
      <w:pPr>
        <w:rPr>
          <w:lang w:val="en-US"/>
        </w:rPr>
      </w:pPr>
      <w:r w:rsidRPr="00CF0F29">
        <w:rPr>
          <w:b/>
          <w:lang w:val="en-US"/>
        </w:rPr>
        <w:t>Height with trailer:</w:t>
      </w:r>
      <w:r w:rsidR="00322047">
        <w:rPr>
          <w:lang w:val="en-US"/>
        </w:rPr>
        <w:t xml:space="preserve"> 10ft 10 " / 3300 mm</w:t>
      </w:r>
      <w:r>
        <w:rPr>
          <w:lang w:val="en-US"/>
        </w:rPr>
        <w:br/>
      </w:r>
    </w:p>
    <w:p w:rsidR="00CF0F29" w:rsidRDefault="00CF0F29" w:rsidP="00CF0F29">
      <w:pPr>
        <w:rPr>
          <w:lang w:val="en-US"/>
        </w:rPr>
      </w:pPr>
      <w:r w:rsidRPr="00CF0F29">
        <w:rPr>
          <w:b/>
          <w:lang w:val="en-US"/>
        </w:rPr>
        <w:t>Construction time:</w:t>
      </w:r>
      <w:r>
        <w:rPr>
          <w:lang w:val="en-US"/>
        </w:rPr>
        <w:t xml:space="preserve"> 3 months</w:t>
      </w:r>
      <w:r>
        <w:rPr>
          <w:lang w:val="en-US"/>
        </w:rPr>
        <w:br/>
      </w:r>
    </w:p>
    <w:p w:rsidR="00CF0F29" w:rsidRDefault="00CF0F29" w:rsidP="00CF0F29">
      <w:pPr>
        <w:rPr>
          <w:lang w:val="en-US"/>
        </w:rPr>
      </w:pPr>
      <w:r w:rsidRPr="00CF0F29">
        <w:rPr>
          <w:b/>
          <w:lang w:val="en-US"/>
        </w:rPr>
        <w:t>Price of material + work:</w:t>
      </w:r>
      <w:r>
        <w:rPr>
          <w:lang w:val="en-US"/>
        </w:rPr>
        <w:t xml:space="preserve"> </w:t>
      </w:r>
      <w:r w:rsidR="00C567AD">
        <w:rPr>
          <w:lang w:val="en-US"/>
        </w:rPr>
        <w:t>2100 + 780</w:t>
      </w:r>
      <w:r>
        <w:rPr>
          <w:lang w:val="en-US"/>
        </w:rPr>
        <w:t>0 USD</w:t>
      </w:r>
      <w:r>
        <w:rPr>
          <w:lang w:val="en-US"/>
        </w:rPr>
        <w:br/>
      </w:r>
    </w:p>
    <w:p w:rsidR="00E3427F" w:rsidRDefault="00CF0F29" w:rsidP="00E3427F">
      <w:pPr>
        <w:rPr>
          <w:b/>
        </w:rPr>
      </w:pPr>
      <w:r w:rsidRPr="00CF0F29">
        <w:rPr>
          <w:b/>
          <w:lang w:val="en-US"/>
        </w:rPr>
        <w:t>Material: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waterproof plywood, spruce beams and laths, polystyrene insulation. </w:t>
      </w:r>
      <w:r w:rsidR="00867D59" w:rsidRPr="00F216D4">
        <w:t xml:space="preserve"> </w:t>
      </w:r>
      <w:bookmarkStart w:id="0" w:name="result_box5"/>
      <w:bookmarkEnd w:id="0"/>
      <w:r>
        <w:rPr>
          <w:lang w:val="en-US"/>
        </w:rPr>
        <w:br/>
      </w:r>
    </w:p>
    <w:p w:rsidR="00E3427F" w:rsidRDefault="00E3427F" w:rsidP="00E3427F">
      <w:pPr>
        <w:rPr>
          <w:b/>
        </w:rPr>
      </w:pPr>
      <w:r>
        <w:rPr>
          <w:b/>
        </w:rPr>
        <w:t>VIDEO</w:t>
      </w:r>
    </w:p>
    <w:p w:rsidR="00E3427F" w:rsidRPr="00881FB3" w:rsidRDefault="00C567AD" w:rsidP="00E3427F">
      <w:hyperlink r:id="rId8" w:history="1">
        <w:r w:rsidR="00E3427F" w:rsidRPr="00881FB3">
          <w:rPr>
            <w:rStyle w:val="Hypertextovodkaz"/>
          </w:rPr>
          <w:t>https://www.youtube.com/watch?v=jMvP3H49Pvg</w:t>
        </w:r>
      </w:hyperlink>
    </w:p>
    <w:p w:rsidR="00CF0F29" w:rsidRDefault="00CF0F29" w:rsidP="00CF0F29">
      <w:pPr>
        <w:rPr>
          <w:lang w:val="en-US"/>
        </w:rPr>
      </w:pPr>
    </w:p>
    <w:p w:rsidR="00CF0F29" w:rsidRDefault="00CF0F29" w:rsidP="00CF0F29">
      <w:pPr>
        <w:rPr>
          <w:b/>
        </w:rPr>
      </w:pPr>
      <w:r>
        <w:rPr>
          <w:b/>
        </w:rPr>
        <w:t>INTERIOR &amp; EXTERIOR</w:t>
      </w:r>
    </w:p>
    <w:p w:rsidR="008F5FCB" w:rsidRDefault="00CF0F29" w:rsidP="00CF0F29">
      <w:pPr>
        <w:rPr>
          <w:lang w:val="en-US"/>
        </w:rPr>
      </w:pPr>
      <w:r>
        <w:rPr>
          <w:lang w:val="en-US"/>
        </w:rPr>
        <w:br/>
      </w:r>
      <w:r>
        <w:rPr>
          <w:lang w:val="en-US"/>
        </w:rPr>
        <w:tab/>
        <w:t xml:space="preserve">We have just finished building a new mobile home named Magenta. </w:t>
      </w:r>
      <w:r w:rsidRPr="00881FB3">
        <w:rPr>
          <w:b/>
          <w:lang w:val="en-US"/>
        </w:rPr>
        <w:t>It is a manifesto of temporary independent housing, against debt and mortgages.</w:t>
      </w:r>
      <w:r w:rsidRPr="00881FB3">
        <w:rPr>
          <w:b/>
          <w:lang w:val="en-US"/>
        </w:rPr>
        <w:br/>
      </w:r>
      <w:r>
        <w:rPr>
          <w:lang w:val="en-US"/>
        </w:rPr>
        <w:tab/>
        <w:t xml:space="preserve">The house is built on a flat trailer. It is a heat-insulated wooden structure on all sides. The house features a </w:t>
      </w:r>
      <w:r w:rsidRPr="00881FB3">
        <w:rPr>
          <w:b/>
          <w:lang w:val="en-US"/>
        </w:rPr>
        <w:t>sofa bed</w:t>
      </w:r>
      <w:r>
        <w:rPr>
          <w:lang w:val="en-US"/>
        </w:rPr>
        <w:t>, heating stoves, a chemical t</w:t>
      </w:r>
      <w:r w:rsidR="008F5FCB">
        <w:rPr>
          <w:lang w:val="en-US"/>
        </w:rPr>
        <w:t xml:space="preserve">oilet and a small kitchenette. </w:t>
      </w:r>
      <w:r>
        <w:rPr>
          <w:lang w:val="en-US"/>
        </w:rPr>
        <w:t xml:space="preserve">The house is small and therefore is the storage space situated in clever built-in furniture. An important element of the interior is </w:t>
      </w:r>
      <w:r w:rsidRPr="00881FB3">
        <w:rPr>
          <w:b/>
          <w:lang w:val="en-US"/>
        </w:rPr>
        <w:t>stretched nets</w:t>
      </w:r>
      <w:r>
        <w:rPr>
          <w:lang w:val="en-US"/>
        </w:rPr>
        <w:t>, which are used for stowing things.</w:t>
      </w:r>
      <w:r>
        <w:rPr>
          <w:lang w:val="en-US"/>
        </w:rPr>
        <w:br/>
      </w:r>
      <w:r>
        <w:rPr>
          <w:lang w:val="en-US"/>
        </w:rPr>
        <w:tab/>
        <w:t xml:space="preserve">The house has </w:t>
      </w:r>
      <w:r w:rsidRPr="00881FB3">
        <w:rPr>
          <w:b/>
          <w:lang w:val="en-US"/>
        </w:rPr>
        <w:t>functional wiring</w:t>
      </w:r>
      <w:r>
        <w:rPr>
          <w:lang w:val="en-US"/>
        </w:rPr>
        <w:t xml:space="preserve">. The trailer can be connected to the mains by a cable. There are four </w:t>
      </w:r>
      <w:r w:rsidR="00860D47">
        <w:rPr>
          <w:lang w:val="en-US"/>
        </w:rPr>
        <w:t>interior and one exterior light</w:t>
      </w:r>
      <w:r w:rsidR="00C567AD">
        <w:rPr>
          <w:lang w:val="en-US"/>
        </w:rPr>
        <w:t>. T</w:t>
      </w:r>
      <w:r w:rsidRPr="00CF0F29">
        <w:rPr>
          <w:color w:val="000000" w:themeColor="text1"/>
          <w:lang w:val="en-US"/>
        </w:rPr>
        <w:t>wo in the main room, one in the toilet and the kitchen. There are also 3 electrical outlets.</w:t>
      </w:r>
      <w:r w:rsidR="00DF440F">
        <w:rPr>
          <w:color w:val="000000" w:themeColor="text1"/>
          <w:lang w:val="en-US"/>
        </w:rPr>
        <w:t xml:space="preserve"> </w:t>
      </w:r>
      <w:r>
        <w:rPr>
          <w:lang w:val="en-US"/>
        </w:rPr>
        <w:t xml:space="preserve">The kitchenette is equipped with a </w:t>
      </w:r>
      <w:r w:rsidRPr="00881FB3">
        <w:rPr>
          <w:b/>
          <w:lang w:val="en-US"/>
        </w:rPr>
        <w:t>water tank</w:t>
      </w:r>
      <w:r>
        <w:rPr>
          <w:lang w:val="en-US"/>
        </w:rPr>
        <w:t xml:space="preserve">, a gas cooker and plenty </w:t>
      </w:r>
      <w:r w:rsidR="008F5FCB">
        <w:rPr>
          <w:lang w:val="en-US"/>
        </w:rPr>
        <w:t>of open and seal-able drawers.</w:t>
      </w:r>
      <w:r>
        <w:rPr>
          <w:lang w:val="en-US"/>
        </w:rPr>
        <w:t>Outdoor light and a tilting outdoor table allow you to spend romantic dinners anywhere in the</w:t>
      </w:r>
      <w:bookmarkStart w:id="1" w:name="_GoBack"/>
      <w:bookmarkEnd w:id="1"/>
      <w:r>
        <w:rPr>
          <w:lang w:val="en-US"/>
        </w:rPr>
        <w:t xml:space="preserve"> countryside. </w:t>
      </w:r>
    </w:p>
    <w:p w:rsidR="00CF0F29" w:rsidRPr="008F5FCB" w:rsidRDefault="00CF0F29" w:rsidP="00CF0F29">
      <w:r w:rsidRPr="00881FB3">
        <w:rPr>
          <w:b/>
          <w:lang w:val="en-US"/>
        </w:rPr>
        <w:t xml:space="preserve">Easy to build </w:t>
      </w:r>
      <w:r w:rsidRPr="008F5FCB">
        <w:rPr>
          <w:b/>
          <w:lang w:val="en-US"/>
        </w:rPr>
        <w:t>plans for this house are available on our website!</w:t>
      </w:r>
      <w:r w:rsidR="008F5FCB" w:rsidRPr="008F5FCB">
        <w:rPr>
          <w:b/>
          <w:lang w:val="en-US"/>
        </w:rPr>
        <w:t xml:space="preserve"> (</w:t>
      </w:r>
      <w:hyperlink r:id="rId9" w:history="1">
        <w:r w:rsidR="008F5FCB" w:rsidRPr="00881FB3">
          <w:rPr>
            <w:rStyle w:val="Hypertextovodkaz"/>
          </w:rPr>
          <w:t>https://www.pinuphouses.com/magenta-tiny-house/</w:t>
        </w:r>
      </w:hyperlink>
      <w:r w:rsidR="008F5FCB">
        <w:t>)</w:t>
      </w:r>
      <w:r>
        <w:rPr>
          <w:lang w:val="en-US"/>
        </w:rPr>
        <w:br/>
      </w:r>
      <w:r>
        <w:rPr>
          <w:lang w:val="en-US"/>
        </w:rPr>
        <w:tab/>
        <w:t xml:space="preserve">With this house you can go anywhere your heart desires and quality road allows! </w:t>
      </w:r>
    </w:p>
    <w:p w:rsidR="00CF0F29" w:rsidRDefault="00CF0F29" w:rsidP="00CF0F29">
      <w:pPr>
        <w:rPr>
          <w:b/>
        </w:rPr>
      </w:pPr>
    </w:p>
    <w:p w:rsidR="00CF0F29" w:rsidRDefault="00CF0F29" w:rsidP="00CF0F29">
      <w:pPr>
        <w:rPr>
          <w:b/>
        </w:rPr>
      </w:pPr>
      <w:r>
        <w:rPr>
          <w:b/>
        </w:rPr>
        <w:t>PIN-UP HOUSES TINY HOUSE RESEARCH</w:t>
      </w:r>
    </w:p>
    <w:p w:rsidR="00CF0F29" w:rsidRDefault="00CF0F29" w:rsidP="00CF0F29">
      <w:r w:rsidRPr="00CF0F29">
        <w:rPr>
          <w:b/>
        </w:rPr>
        <w:t>Magenta Tiny House</w:t>
      </w:r>
      <w:r>
        <w:rPr>
          <w:b/>
        </w:rPr>
        <w:t xml:space="preserve">  is </w:t>
      </w:r>
      <w:r>
        <w:t>the  prototype which is part of our ongoing research into the feasibility of mass-produced prefabricated tiny houses. This concept is based on our long-term experience with tiny house construction, creating easy to follow plans and books for DIY constructors.</w:t>
      </w:r>
    </w:p>
    <w:p w:rsidR="00CF0F29" w:rsidRPr="00F216D4" w:rsidRDefault="00CF0F29" w:rsidP="00F216D4"/>
    <w:sectPr w:rsidR="00CF0F29" w:rsidRPr="00F216D4" w:rsidSect="00B4337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29"/>
    <w:rsid w:val="00056687"/>
    <w:rsid w:val="00255765"/>
    <w:rsid w:val="00322047"/>
    <w:rsid w:val="005F72EC"/>
    <w:rsid w:val="007301A2"/>
    <w:rsid w:val="007600F7"/>
    <w:rsid w:val="008005D6"/>
    <w:rsid w:val="00840C92"/>
    <w:rsid w:val="00860D47"/>
    <w:rsid w:val="00867D59"/>
    <w:rsid w:val="00881FB3"/>
    <w:rsid w:val="008B38D4"/>
    <w:rsid w:val="008F5FCB"/>
    <w:rsid w:val="0090571C"/>
    <w:rsid w:val="00965778"/>
    <w:rsid w:val="0099212A"/>
    <w:rsid w:val="009A4131"/>
    <w:rsid w:val="00A070B7"/>
    <w:rsid w:val="00B4337E"/>
    <w:rsid w:val="00BA40EF"/>
    <w:rsid w:val="00C41A67"/>
    <w:rsid w:val="00C567AD"/>
    <w:rsid w:val="00CD6577"/>
    <w:rsid w:val="00CF0F29"/>
    <w:rsid w:val="00DF440F"/>
    <w:rsid w:val="00E3427F"/>
    <w:rsid w:val="00E35333"/>
    <w:rsid w:val="00E4752C"/>
    <w:rsid w:val="00F216D4"/>
    <w:rsid w:val="00FD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E332D2-19BB-404C-B3F3-BB856D01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577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F0F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F0F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nhideWhenUsed/>
    <w:rsid w:val="00881F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MvP3H49Pv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inuphouse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pinuphouses.com/magenta-tiny-hous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jta\Desktop\&#353;ablon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</Template>
  <TotalTime>53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ZÍTRA</vt:lpstr>
      <vt:lpstr>ZÍTRA</vt:lpstr>
    </vt:vector>
  </TitlesOfParts>
  <Company>&lt;arabianhorse&gt;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ZÍTRA</dc:title>
  <dc:subject/>
  <dc:creator>Bc. Vojtěch Valda</dc:creator>
  <cp:keywords/>
  <dc:description/>
  <cp:lastModifiedBy>Bc. Vojtěch Valda</cp:lastModifiedBy>
  <cp:revision>19</cp:revision>
  <dcterms:created xsi:type="dcterms:W3CDTF">2019-01-09T07:59:00Z</dcterms:created>
  <dcterms:modified xsi:type="dcterms:W3CDTF">2019-01-14T16:42:00Z</dcterms:modified>
</cp:coreProperties>
</file>